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84" w:rsidRDefault="007C6684" w:rsidP="00855A2D">
      <w:pPr>
        <w:spacing w:line="480" w:lineRule="auto"/>
      </w:pPr>
      <w:r>
        <w:t>Christiane Frantz</w:t>
      </w:r>
      <w:r>
        <w:tab/>
      </w:r>
    </w:p>
    <w:p w:rsidR="007C6684" w:rsidRDefault="007C6684" w:rsidP="00855A2D">
      <w:pPr>
        <w:spacing w:line="480" w:lineRule="auto"/>
      </w:pPr>
      <w:r>
        <w:t>Nagel, 5</w:t>
      </w:r>
      <w:r w:rsidRPr="00855A2D">
        <w:rPr>
          <w:vertAlign w:val="superscript"/>
        </w:rPr>
        <w:t>th</w:t>
      </w:r>
      <w:r>
        <w:t xml:space="preserve"> </w:t>
      </w:r>
    </w:p>
    <w:p w:rsidR="007C6684" w:rsidRDefault="007C6684" w:rsidP="00855A2D">
      <w:pPr>
        <w:spacing w:line="480" w:lineRule="auto"/>
      </w:pPr>
      <w:r>
        <w:t>April 23, 2012</w:t>
      </w:r>
    </w:p>
    <w:p w:rsidR="007C6684" w:rsidRPr="005E6EC2" w:rsidRDefault="007C6684" w:rsidP="00924623">
      <w:pPr>
        <w:spacing w:line="480" w:lineRule="auto"/>
        <w:jc w:val="center"/>
        <w:rPr>
          <w:u w:val="single"/>
        </w:rPr>
      </w:pPr>
      <w:r w:rsidRPr="005E6EC2">
        <w:rPr>
          <w:u w:val="single"/>
        </w:rPr>
        <w:t>Wo wohnst du am liebsten?</w:t>
      </w:r>
    </w:p>
    <w:p w:rsidR="007C6684" w:rsidRPr="005E6EC2" w:rsidRDefault="007C6684" w:rsidP="005E6EC2">
      <w:pPr>
        <w:spacing w:line="480" w:lineRule="auto"/>
        <w:rPr>
          <w:rStyle w:val="hps"/>
          <w:szCs w:val="20"/>
        </w:rPr>
      </w:pPr>
      <w:r w:rsidRPr="005E6EC2">
        <w:rPr>
          <w:rStyle w:val="hps"/>
          <w:lang w:val="de-DE"/>
        </w:rPr>
        <w:tab/>
      </w:r>
      <w:r w:rsidRPr="005E6EC2">
        <w:rPr>
          <w:szCs w:val="20"/>
          <w:lang w:val="de-DE"/>
        </w:rPr>
        <w:t>Wo ist Ihr Trau</w:t>
      </w:r>
      <w:r>
        <w:rPr>
          <w:szCs w:val="20"/>
          <w:lang w:val="de-DE"/>
        </w:rPr>
        <w:t>mhaus? Welche Zimmer möchten Sie</w:t>
      </w:r>
      <w:r w:rsidRPr="005E6EC2">
        <w:rPr>
          <w:szCs w:val="20"/>
          <w:lang w:val="de-DE"/>
        </w:rPr>
        <w:t xml:space="preserve"> in ihm haben? </w:t>
      </w:r>
      <w:r w:rsidRPr="005E6EC2">
        <w:rPr>
          <w:rStyle w:val="hps"/>
          <w:lang w:val="de-DE"/>
        </w:rPr>
        <w:t>Welche</w:t>
      </w:r>
      <w:r w:rsidRPr="005E6EC2">
        <w:rPr>
          <w:rStyle w:val="shorttext"/>
          <w:lang w:val="de-DE"/>
        </w:rPr>
        <w:t xml:space="preserve"> </w:t>
      </w:r>
      <w:r w:rsidRPr="005E6EC2">
        <w:rPr>
          <w:rStyle w:val="hps"/>
          <w:lang w:val="de-DE"/>
        </w:rPr>
        <w:t>Möbel</w:t>
      </w:r>
      <w:r w:rsidRPr="005E6EC2">
        <w:rPr>
          <w:rStyle w:val="shorttext"/>
          <w:lang w:val="de-DE"/>
        </w:rPr>
        <w:t xml:space="preserve"> </w:t>
      </w:r>
      <w:r>
        <w:rPr>
          <w:rStyle w:val="hpsalt-edited"/>
          <w:lang w:val="de-DE"/>
        </w:rPr>
        <w:t>wollen</w:t>
      </w:r>
      <w:r w:rsidRPr="005E6EC2">
        <w:rPr>
          <w:rStyle w:val="hpsalt-edited"/>
          <w:lang w:val="de-DE"/>
        </w:rPr>
        <w:t xml:space="preserve"> </w:t>
      </w:r>
      <w:r>
        <w:rPr>
          <w:rStyle w:val="hpsalt-edited"/>
          <w:lang w:val="de-DE"/>
        </w:rPr>
        <w:t>Sie</w:t>
      </w:r>
      <w:r w:rsidRPr="005E6EC2">
        <w:rPr>
          <w:rStyle w:val="shorttext"/>
          <w:lang w:val="de-DE"/>
        </w:rPr>
        <w:t>?</w:t>
      </w:r>
      <w:r>
        <w:rPr>
          <w:rStyle w:val="shorttext"/>
          <w:lang w:val="de-DE"/>
        </w:rPr>
        <w:t xml:space="preserve"> </w:t>
      </w:r>
      <w:r w:rsidRPr="005E6EC2">
        <w:rPr>
          <w:szCs w:val="20"/>
          <w:lang w:val="de-DE"/>
        </w:rPr>
        <w:t>Mein Traum Lage ist ein Schloss in Deutschland!</w:t>
      </w:r>
      <w:r w:rsidRPr="005E6EC2">
        <w:rPr>
          <w:rStyle w:val="hps"/>
          <w:lang w:val="de-DE"/>
        </w:rPr>
        <w:t xml:space="preserve"> </w:t>
      </w:r>
    </w:p>
    <w:p w:rsidR="007C6684" w:rsidRDefault="007C6684" w:rsidP="005E6EC2">
      <w:pPr>
        <w:spacing w:line="480" w:lineRule="auto"/>
        <w:ind w:firstLine="720"/>
        <w:rPr>
          <w:rStyle w:val="hps"/>
          <w:lang w:val="de-DE"/>
        </w:rPr>
      </w:pPr>
      <w:r>
        <w:rPr>
          <w:rStyle w:val="hps"/>
          <w:lang w:val="de-DE"/>
        </w:rPr>
        <w:t>Zuerst, mein Traum</w:t>
      </w:r>
      <w:r>
        <w:rPr>
          <w:lang w:val="de-DE"/>
        </w:rPr>
        <w:t xml:space="preserve"> </w:t>
      </w:r>
      <w:r>
        <w:rPr>
          <w:rStyle w:val="hpsalt-edited"/>
          <w:lang w:val="de-DE"/>
        </w:rPr>
        <w:t>Location ist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in einem Schloss in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den Bodensee</w:t>
      </w:r>
      <w:r>
        <w:rPr>
          <w:lang w:val="de-DE"/>
        </w:rPr>
        <w:t xml:space="preserve">, Deutschland. </w:t>
      </w:r>
      <w:r>
        <w:rPr>
          <w:rStyle w:val="hps"/>
          <w:lang w:val="de-DE"/>
        </w:rPr>
        <w:t>Ein Vorteil</w:t>
      </w:r>
      <w:r>
        <w:rPr>
          <w:lang w:val="de-DE"/>
        </w:rPr>
        <w:t xml:space="preserve">, um </w:t>
      </w:r>
      <w:r>
        <w:rPr>
          <w:rStyle w:val="hps"/>
          <w:lang w:val="de-DE"/>
        </w:rPr>
        <w:t>das Leben in einem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Schloss,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sind die großen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Zimmer und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draußen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gibt es viele Aktivitäten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zu tun.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Ein Nachteil</w:t>
      </w:r>
      <w:r>
        <w:rPr>
          <w:lang w:val="de-DE"/>
        </w:rPr>
        <w:t xml:space="preserve"> </w:t>
      </w:r>
      <w:r>
        <w:rPr>
          <w:rStyle w:val="hpsalt-edited"/>
          <w:lang w:val="de-DE"/>
        </w:rPr>
        <w:t>zum Schloss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ist das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Innere des Schlosses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ist nicht modern</w:t>
      </w:r>
      <w:r>
        <w:rPr>
          <w:lang w:val="de-DE"/>
        </w:rPr>
        <w:t xml:space="preserve">! </w:t>
      </w:r>
      <w:r>
        <w:rPr>
          <w:rStyle w:val="hps"/>
          <w:lang w:val="de-DE"/>
        </w:rPr>
        <w:t>Ich wünschte,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mein Haus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sein könnte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neuer.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Ein Nachteil ist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es ist eine lange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Fahrt in die Stadt</w:t>
      </w:r>
      <w:r>
        <w:rPr>
          <w:lang w:val="de-DE"/>
        </w:rPr>
        <w:t xml:space="preserve">. </w:t>
      </w:r>
      <w:r>
        <w:rPr>
          <w:rStyle w:val="hps"/>
          <w:lang w:val="de-DE"/>
        </w:rPr>
        <w:t>Ich ziehe es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draußen zu sein</w:t>
      </w:r>
      <w:r>
        <w:rPr>
          <w:lang w:val="de-DE"/>
        </w:rPr>
        <w:t xml:space="preserve">, und das </w:t>
      </w:r>
      <w:r>
        <w:rPr>
          <w:rStyle w:val="hps"/>
          <w:lang w:val="de-DE"/>
        </w:rPr>
        <w:t>Schloss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ist perfekt</w:t>
      </w:r>
      <w:r>
        <w:rPr>
          <w:lang w:val="de-DE"/>
        </w:rPr>
        <w:t xml:space="preserve">, weil ich </w:t>
      </w:r>
      <w:r>
        <w:rPr>
          <w:rStyle w:val="hps"/>
          <w:lang w:val="de-DE"/>
        </w:rPr>
        <w:t>Wandern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oder auch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Segeln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gehen kann</w:t>
      </w:r>
      <w:r>
        <w:rPr>
          <w:lang w:val="de-DE"/>
        </w:rPr>
        <w:t xml:space="preserve">! </w:t>
      </w:r>
      <w:r>
        <w:rPr>
          <w:rStyle w:val="hpsalt-edited"/>
          <w:lang w:val="de-DE"/>
        </w:rPr>
        <w:t>Durch die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warmen Wetters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durch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mein Traumhaus</w:t>
      </w:r>
      <w:r>
        <w:rPr>
          <w:lang w:val="de-DE"/>
        </w:rPr>
        <w:t xml:space="preserve">, kann ich </w:t>
      </w:r>
      <w:r>
        <w:rPr>
          <w:rStyle w:val="hpsalt-edited"/>
          <w:lang w:val="de-DE"/>
        </w:rPr>
        <w:t>Spass mit diesen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Aktivitäten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haben</w:t>
      </w:r>
      <w:r>
        <w:rPr>
          <w:lang w:val="de-DE"/>
        </w:rPr>
        <w:t xml:space="preserve">. </w:t>
      </w:r>
      <w:r>
        <w:rPr>
          <w:rStyle w:val="hps"/>
          <w:lang w:val="de-DE"/>
        </w:rPr>
        <w:t>Dann kann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ich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Partys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in meinem Haus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haben</w:t>
      </w:r>
      <w:r>
        <w:rPr>
          <w:lang w:val="de-DE"/>
        </w:rPr>
        <w:t xml:space="preserve">, weil mein </w:t>
      </w:r>
      <w:r>
        <w:rPr>
          <w:rStyle w:val="hps"/>
          <w:lang w:val="de-DE"/>
        </w:rPr>
        <w:t>Haus wird</w:t>
      </w:r>
      <w:r>
        <w:rPr>
          <w:lang w:val="de-DE"/>
        </w:rPr>
        <w:t xml:space="preserve"> </w:t>
      </w:r>
      <w:r>
        <w:rPr>
          <w:rStyle w:val="hpsalt-edited"/>
          <w:lang w:val="de-DE"/>
        </w:rPr>
        <w:t>grösser und besser als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meines Freundes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Häuser.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Meine</w:t>
      </w:r>
      <w:r>
        <w:rPr>
          <w:lang w:val="de-DE"/>
        </w:rPr>
        <w:t xml:space="preserve"> </w:t>
      </w:r>
      <w:r>
        <w:rPr>
          <w:rStyle w:val="hpsalt-edited"/>
          <w:lang w:val="de-DE"/>
        </w:rPr>
        <w:t>gärten</w:t>
      </w:r>
      <w:r>
        <w:rPr>
          <w:lang w:val="de-DE"/>
        </w:rPr>
        <w:t xml:space="preserve"> </w:t>
      </w:r>
      <w:r>
        <w:rPr>
          <w:rStyle w:val="hpsalt-edited"/>
          <w:lang w:val="de-DE"/>
        </w:rPr>
        <w:t>sein</w:t>
      </w:r>
      <w:r>
        <w:rPr>
          <w:lang w:val="de-DE"/>
        </w:rPr>
        <w:t xml:space="preserve"> </w:t>
      </w:r>
      <w:r>
        <w:rPr>
          <w:rStyle w:val="hpsalt-edited"/>
          <w:lang w:val="de-DE"/>
        </w:rPr>
        <w:t>neuer mit</w:t>
      </w:r>
      <w:r>
        <w:rPr>
          <w:lang w:val="de-DE"/>
        </w:rPr>
        <w:t xml:space="preserve"> </w:t>
      </w:r>
      <w:r>
        <w:rPr>
          <w:rStyle w:val="hpsalt-edited"/>
          <w:lang w:val="de-DE"/>
        </w:rPr>
        <w:t>schöner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Blumen!</w:t>
      </w:r>
    </w:p>
    <w:p w:rsidR="007C6684" w:rsidRDefault="007C6684" w:rsidP="00855A2D">
      <w:pPr>
        <w:spacing w:line="480" w:lineRule="auto"/>
        <w:rPr>
          <w:noProof/>
        </w:rPr>
      </w:pPr>
      <w:r>
        <w:rPr>
          <w:rStyle w:val="hps"/>
          <w:lang w:val="de-DE"/>
        </w:rPr>
        <w:tab/>
      </w:r>
      <w:r>
        <w:rPr>
          <w:rStyle w:val="hpsalt-edited"/>
          <w:lang w:val="de-DE"/>
        </w:rPr>
        <w:t>Zuerst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für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mein Traumhaus</w:t>
      </w:r>
      <w:r>
        <w:rPr>
          <w:lang w:val="de-DE"/>
        </w:rPr>
        <w:t xml:space="preserve">, ich möchte </w:t>
      </w:r>
      <w:r>
        <w:rPr>
          <w:rStyle w:val="hps"/>
          <w:lang w:val="de-DE"/>
        </w:rPr>
        <w:t>eine moderne Küche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haben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und haben einen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Koch</w:t>
      </w:r>
      <w:r>
        <w:rPr>
          <w:lang w:val="de-DE"/>
        </w:rPr>
        <w:t xml:space="preserve">, der die besten </w:t>
      </w:r>
      <w:r>
        <w:rPr>
          <w:rStyle w:val="hpsalt-edited"/>
          <w:lang w:val="de-DE"/>
        </w:rPr>
        <w:t>Speisen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leisten können.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Für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mein Schlafzimmer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ich möchte ein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Wasserbett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haben</w:t>
      </w:r>
      <w:r>
        <w:rPr>
          <w:lang w:val="de-DE"/>
        </w:rPr>
        <w:t xml:space="preserve">, </w:t>
      </w:r>
      <w:r>
        <w:rPr>
          <w:rStyle w:val="hps"/>
          <w:lang w:val="de-DE"/>
        </w:rPr>
        <w:t>und dann möchte ich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grosse Fenster</w:t>
      </w:r>
      <w:r>
        <w:rPr>
          <w:lang w:val="de-DE"/>
        </w:rPr>
        <w:t xml:space="preserve"> </w:t>
      </w:r>
      <w:r>
        <w:rPr>
          <w:rStyle w:val="hps"/>
          <w:lang w:val="de-DE"/>
        </w:rPr>
        <w:t xml:space="preserve">in meinem Schlafzimmer. Ich </w:t>
      </w:r>
      <w:r w:rsidRPr="00924623">
        <w:rPr>
          <w:rStyle w:val="hps"/>
          <w:lang w:val="de-DE"/>
        </w:rPr>
        <w:t>wünsche</w:t>
      </w:r>
      <w:r>
        <w:rPr>
          <w:rStyle w:val="hps"/>
          <w:lang w:val="de-DE"/>
        </w:rPr>
        <w:t xml:space="preserve"> mir eine friedliche Umgebung mit einem </w:t>
      </w:r>
      <w:r>
        <w:t xml:space="preserve">schönen Garten und schönen bunten Blumen. </w:t>
      </w:r>
      <w:r>
        <w:rPr>
          <w:rStyle w:val="hpsalt-edited"/>
          <w:lang w:val="de-DE"/>
        </w:rPr>
        <w:t>Danach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in meinem Wohnzimmer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will ich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mit modernen Möbeln und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einem großen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Fernseher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haben</w:t>
      </w:r>
      <w:r>
        <w:rPr>
          <w:lang w:val="de-DE"/>
        </w:rPr>
        <w:t xml:space="preserve">. </w:t>
      </w:r>
      <w:r>
        <w:rPr>
          <w:rStyle w:val="hps"/>
          <w:lang w:val="de-DE"/>
        </w:rPr>
        <w:t>Mein Traumhaus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haben auch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große Fenster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im Wohnzimmer</w:t>
      </w:r>
      <w:r>
        <w:rPr>
          <w:lang w:val="de-DE"/>
        </w:rPr>
        <w:t xml:space="preserve">, weil ich </w:t>
      </w:r>
      <w:r>
        <w:rPr>
          <w:rStyle w:val="hps"/>
          <w:lang w:val="de-DE"/>
        </w:rPr>
        <w:t>zu meinem Haus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zu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hell sein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soll. Mein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Keller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hat einen</w:t>
      </w:r>
      <w:r>
        <w:rPr>
          <w:lang w:val="de-DE"/>
        </w:rPr>
        <w:t xml:space="preserve"> </w:t>
      </w:r>
      <w:r>
        <w:rPr>
          <w:rStyle w:val="hpsalt-edited"/>
          <w:lang w:val="de-DE"/>
        </w:rPr>
        <w:t>Schwimmbad und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und einen Kamin.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Ich möchte auch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ein Büro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zu malen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in.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Auf der letzten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Ebene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wird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ein Balkon</w:t>
      </w:r>
      <w:r>
        <w:rPr>
          <w:lang w:val="de-DE"/>
        </w:rPr>
        <w:t xml:space="preserve"> </w:t>
      </w:r>
      <w:r>
        <w:rPr>
          <w:rStyle w:val="alt-edited"/>
          <w:lang w:val="de-DE"/>
        </w:rPr>
        <w:t>ist diese</w:t>
      </w:r>
      <w:r>
        <w:rPr>
          <w:lang w:val="de-DE"/>
        </w:rPr>
        <w:t xml:space="preserve">, was ich </w:t>
      </w:r>
      <w:r>
        <w:rPr>
          <w:rStyle w:val="hps"/>
          <w:lang w:val="de-DE"/>
        </w:rPr>
        <w:t>für die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meisten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wünschen</w:t>
      </w:r>
      <w:r>
        <w:rPr>
          <w:lang w:val="de-DE"/>
        </w:rPr>
        <w:t xml:space="preserve">, weil ich mein </w:t>
      </w:r>
      <w:r>
        <w:rPr>
          <w:rStyle w:val="hps"/>
          <w:lang w:val="de-DE"/>
        </w:rPr>
        <w:t>schönes Schloss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sehen können.</w:t>
      </w:r>
      <w:r w:rsidRPr="005E6EC2">
        <w:rPr>
          <w:noProof/>
        </w:rPr>
        <w:t xml:space="preserve"> </w:t>
      </w:r>
    </w:p>
    <w:p w:rsidR="007C6684" w:rsidRDefault="007C6684" w:rsidP="00855A2D">
      <w:pPr>
        <w:spacing w:line="480" w:lineRule="auto"/>
        <w:rPr>
          <w:rStyle w:val="hps"/>
          <w:lang w:val="de-DE"/>
        </w:rPr>
      </w:pPr>
      <w:r>
        <w:rPr>
          <w:noProof/>
        </w:rPr>
        <w:tab/>
      </w:r>
      <w:r>
        <w:rPr>
          <w:rStyle w:val="hps"/>
          <w:lang w:val="de-DE"/>
        </w:rPr>
        <w:t>Mein Traum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wird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das schönste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Schloss</w:t>
      </w:r>
      <w:r>
        <w:rPr>
          <w:lang w:val="de-DE"/>
        </w:rPr>
        <w:t xml:space="preserve">, größten und </w:t>
      </w:r>
      <w:r>
        <w:rPr>
          <w:rStyle w:val="hps"/>
          <w:lang w:val="de-DE"/>
        </w:rPr>
        <w:t>schönsten</w:t>
      </w:r>
      <w:r>
        <w:rPr>
          <w:lang w:val="de-DE"/>
        </w:rPr>
        <w:t xml:space="preserve"> </w:t>
      </w:r>
      <w:r>
        <w:rPr>
          <w:rStyle w:val="hpsalt-edited"/>
          <w:lang w:val="de-DE"/>
        </w:rPr>
        <w:t>Wohnort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in.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ich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Sie in der Lage</w:t>
      </w:r>
      <w:r>
        <w:rPr>
          <w:lang w:val="de-DE"/>
        </w:rPr>
        <w:t xml:space="preserve">, meinen Traum </w:t>
      </w:r>
      <w:r>
        <w:rPr>
          <w:rStyle w:val="hps"/>
          <w:lang w:val="de-DE"/>
        </w:rPr>
        <w:t>in Ihrem Leben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sehen</w:t>
      </w:r>
      <w:r>
        <w:rPr>
          <w:lang w:val="de-DE"/>
        </w:rPr>
        <w:t xml:space="preserve"> </w:t>
      </w:r>
      <w:r>
        <w:rPr>
          <w:rStyle w:val="hps"/>
          <w:lang w:val="de-DE"/>
        </w:rPr>
        <w:t>hoffen!</w:t>
      </w:r>
    </w:p>
    <w:p w:rsidR="007C6684" w:rsidRDefault="007C6684" w:rsidP="00855A2D">
      <w:pPr>
        <w:spacing w:line="480" w:lineRule="auto"/>
        <w:rPr>
          <w:rStyle w:val="hps"/>
          <w:lang w:val="de-DE"/>
        </w:rPr>
      </w:pPr>
    </w:p>
    <w:p w:rsidR="007C6684" w:rsidRDefault="007C6684" w:rsidP="00855A2D">
      <w:pPr>
        <w:spacing w:line="480" w:lineRule="auto"/>
      </w:pPr>
      <w:hyperlink r:id="rId4" w:history="1">
        <w:r w:rsidRPr="00E93C24">
          <w:rPr>
            <w:rStyle w:val="Hyperlink"/>
          </w:rPr>
          <w:t>http://www.findaproperty.com/displaystory.aspx?edid=00&amp;salerent=0&amp;storyid=1</w:t>
        </w:r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alt="castle seeheim rear" style="position:absolute;margin-left:94.05pt;margin-top:31.95pt;width:221.7pt;height:232.75pt;z-index:251658240;mso-wrap-distance-left:7.5pt;mso-wrap-distance-top:3.75pt;mso-wrap-distance-right:7.5pt;mso-wrap-distance-bottom:3.75pt;mso-position-horizontal-relative:text;mso-position-vertical-relative:line" o:allowoverlap="f">
              <v:imagedata r:id="rId5" o:title=""/>
              <w10:wrap type="square"/>
            </v:shape>
          </w:pict>
        </w:r>
        <w:r w:rsidRPr="00E93C24">
          <w:rPr>
            <w:rStyle w:val="Hyperlink"/>
          </w:rPr>
          <w:t>0053</w:t>
        </w:r>
      </w:hyperlink>
    </w:p>
    <w:p w:rsidR="007C6684" w:rsidRDefault="007C6684" w:rsidP="00DC4FD1">
      <w:pPr>
        <w:spacing w:line="480" w:lineRule="auto"/>
        <w:jc w:val="center"/>
      </w:pPr>
      <w:r>
        <w:rPr>
          <w:rFonts w:ascii="Arial" w:hAnsi="Arial" w:cs="Arial"/>
          <w:color w:val="333333"/>
          <w:sz w:val="19"/>
          <w:szCs w:val="19"/>
        </w:rPr>
        <w:br/>
      </w:r>
    </w:p>
    <w:sectPr w:rsidR="007C6684" w:rsidSect="00855A2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A2D"/>
    <w:rsid w:val="00207448"/>
    <w:rsid w:val="004949A8"/>
    <w:rsid w:val="004C004C"/>
    <w:rsid w:val="005A455D"/>
    <w:rsid w:val="005E6EC2"/>
    <w:rsid w:val="007611BF"/>
    <w:rsid w:val="007C6684"/>
    <w:rsid w:val="0083096A"/>
    <w:rsid w:val="00855A2D"/>
    <w:rsid w:val="00924623"/>
    <w:rsid w:val="00BF1733"/>
    <w:rsid w:val="00BF203C"/>
    <w:rsid w:val="00C03842"/>
    <w:rsid w:val="00D85085"/>
    <w:rsid w:val="00DC4FD1"/>
    <w:rsid w:val="00E9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Pr>
      <w:rFonts w:cs="Times New Roman"/>
    </w:rPr>
  </w:style>
  <w:style w:type="character" w:customStyle="1" w:styleId="hpsalt-edited">
    <w:name w:val="hps alt-edited"/>
    <w:basedOn w:val="DefaultParagraphFont"/>
    <w:uiPriority w:val="99"/>
    <w:rPr>
      <w:rFonts w:cs="Times New Roman"/>
    </w:rPr>
  </w:style>
  <w:style w:type="character" w:customStyle="1" w:styleId="alt-edited">
    <w:name w:val="alt-edited"/>
    <w:basedOn w:val="DefaultParagraphFont"/>
    <w:uiPriority w:val="99"/>
    <w:rPr>
      <w:rFonts w:cs="Times New Roman"/>
    </w:rPr>
  </w:style>
  <w:style w:type="character" w:customStyle="1" w:styleId="shorttext">
    <w:name w:val="short_text"/>
    <w:basedOn w:val="DefaultParagraphFont"/>
    <w:uiPriority w:val="99"/>
    <w:rPr>
      <w:rFonts w:cs="Times New Roman"/>
    </w:rPr>
  </w:style>
  <w:style w:type="character" w:styleId="Hyperlink">
    <w:name w:val="Hyperlink"/>
    <w:basedOn w:val="DefaultParagraphFont"/>
    <w:uiPriority w:val="99"/>
    <w:rsid w:val="00DC4FD1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locked/>
    <w:rsid w:val="00DC4FD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39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9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findaproperty.com/displaystory.aspx?edid=00&amp;salerent=0&amp;storyid=100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295</Words>
  <Characters>1685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Christiane Frantz</dc:title>
  <dc:subject/>
  <dc:creator>Alexis</dc:creator>
  <cp:keywords/>
  <dc:description/>
  <cp:lastModifiedBy>CUSD220</cp:lastModifiedBy>
  <cp:revision>2</cp:revision>
  <cp:lastPrinted>2012-04-26T01:46:00Z</cp:lastPrinted>
  <dcterms:created xsi:type="dcterms:W3CDTF">2012-04-26T16:15:00Z</dcterms:created>
  <dcterms:modified xsi:type="dcterms:W3CDTF">2012-04-26T16:15:00Z</dcterms:modified>
</cp:coreProperties>
</file>